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Theme="majorEastAsia" w:hAnsiTheme="majorEastAsia" w:eastAsiaTheme="majorEastAsia" w:cstheme="majorEastAsia"/>
          <w:b/>
          <w:bCs/>
          <w:sz w:val="36"/>
          <w:szCs w:val="44"/>
          <w:shd w:val="clear" w:color="auto" w:fill="auto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shd w:val="clear" w:color="auto" w:fill="auto"/>
          <w:lang w:eastAsia="zh-CN"/>
        </w:rPr>
        <w:t>附件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shd w:val="clear" w:color="auto" w:fill="auto"/>
          <w:lang w:val="en-US" w:eastAsia="zh-CN"/>
        </w:rPr>
        <w:t>1</w:t>
      </w:r>
    </w:p>
    <w:p>
      <w:pPr>
        <w:jc w:val="center"/>
        <w:rPr>
          <w:rFonts w:hint="eastAsia" w:eastAsiaTheme="majorEastAsia"/>
          <w:shd w:val="clear" w:color="auto" w:fill="auto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44"/>
          <w:shd w:val="clear" w:color="auto" w:fill="auto"/>
          <w:lang w:eastAsia="zh-CN"/>
        </w:rPr>
        <w:t>龙华区城中村专业物业管理全覆盖任务指标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auto"/>
          <w:lang w:val="en-US" w:eastAsia="zh-CN"/>
        </w:rPr>
      </w:pPr>
    </w:p>
    <w:tbl>
      <w:tblPr>
        <w:tblStyle w:val="4"/>
        <w:tblW w:w="8863" w:type="dxa"/>
        <w:jc w:val="center"/>
        <w:tblInd w:w="-5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515"/>
        <w:gridCol w:w="1170"/>
        <w:gridCol w:w="1845"/>
        <w:gridCol w:w="178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151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街道办事处名称</w:t>
            </w:r>
          </w:p>
        </w:tc>
        <w:tc>
          <w:tcPr>
            <w:tcW w:w="11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辖区城中村小区数量</w:t>
            </w:r>
          </w:p>
        </w:tc>
        <w:tc>
          <w:tcPr>
            <w:tcW w:w="184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2018年城中村专业物业管理覆盖率要达到60%的小区数量</w:t>
            </w:r>
          </w:p>
        </w:tc>
        <w:tc>
          <w:tcPr>
            <w:tcW w:w="178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2019年城中村专业物业管理覆盖率要达到80%的小区数量</w:t>
            </w:r>
          </w:p>
        </w:tc>
        <w:tc>
          <w:tcPr>
            <w:tcW w:w="184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2020年城中村专业物业管理全覆盖的小区数量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</w:t>
            </w:r>
          </w:p>
        </w:tc>
        <w:tc>
          <w:tcPr>
            <w:tcW w:w="151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观湖</w:t>
            </w:r>
          </w:p>
        </w:tc>
        <w:tc>
          <w:tcPr>
            <w:tcW w:w="11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46</w:t>
            </w:r>
          </w:p>
        </w:tc>
        <w:tc>
          <w:tcPr>
            <w:tcW w:w="184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28</w:t>
            </w:r>
          </w:p>
        </w:tc>
        <w:tc>
          <w:tcPr>
            <w:tcW w:w="178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37</w:t>
            </w:r>
          </w:p>
        </w:tc>
        <w:tc>
          <w:tcPr>
            <w:tcW w:w="184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</w:t>
            </w:r>
          </w:p>
        </w:tc>
        <w:tc>
          <w:tcPr>
            <w:tcW w:w="151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民治</w:t>
            </w:r>
          </w:p>
        </w:tc>
        <w:tc>
          <w:tcPr>
            <w:tcW w:w="11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48</w:t>
            </w:r>
          </w:p>
        </w:tc>
        <w:tc>
          <w:tcPr>
            <w:tcW w:w="184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29</w:t>
            </w:r>
          </w:p>
        </w:tc>
        <w:tc>
          <w:tcPr>
            <w:tcW w:w="178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38</w:t>
            </w:r>
          </w:p>
        </w:tc>
        <w:tc>
          <w:tcPr>
            <w:tcW w:w="184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3</w:t>
            </w:r>
          </w:p>
        </w:tc>
        <w:tc>
          <w:tcPr>
            <w:tcW w:w="151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龙华</w:t>
            </w:r>
          </w:p>
        </w:tc>
        <w:tc>
          <w:tcPr>
            <w:tcW w:w="11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78</w:t>
            </w:r>
          </w:p>
        </w:tc>
        <w:tc>
          <w:tcPr>
            <w:tcW w:w="184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47</w:t>
            </w:r>
          </w:p>
        </w:tc>
        <w:tc>
          <w:tcPr>
            <w:tcW w:w="178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62</w:t>
            </w:r>
          </w:p>
        </w:tc>
        <w:tc>
          <w:tcPr>
            <w:tcW w:w="184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4</w:t>
            </w:r>
          </w:p>
        </w:tc>
        <w:tc>
          <w:tcPr>
            <w:tcW w:w="151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大浪</w:t>
            </w:r>
          </w:p>
        </w:tc>
        <w:tc>
          <w:tcPr>
            <w:tcW w:w="11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72</w:t>
            </w:r>
          </w:p>
        </w:tc>
        <w:tc>
          <w:tcPr>
            <w:tcW w:w="184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43</w:t>
            </w:r>
          </w:p>
        </w:tc>
        <w:tc>
          <w:tcPr>
            <w:tcW w:w="178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58</w:t>
            </w:r>
          </w:p>
        </w:tc>
        <w:tc>
          <w:tcPr>
            <w:tcW w:w="184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5</w:t>
            </w:r>
          </w:p>
        </w:tc>
        <w:tc>
          <w:tcPr>
            <w:tcW w:w="151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福城</w:t>
            </w:r>
          </w:p>
        </w:tc>
        <w:tc>
          <w:tcPr>
            <w:tcW w:w="11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46</w:t>
            </w:r>
          </w:p>
        </w:tc>
        <w:tc>
          <w:tcPr>
            <w:tcW w:w="184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28</w:t>
            </w:r>
          </w:p>
        </w:tc>
        <w:tc>
          <w:tcPr>
            <w:tcW w:w="178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37</w:t>
            </w:r>
          </w:p>
        </w:tc>
        <w:tc>
          <w:tcPr>
            <w:tcW w:w="184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6</w:t>
            </w:r>
          </w:p>
        </w:tc>
        <w:tc>
          <w:tcPr>
            <w:tcW w:w="151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观澜</w:t>
            </w:r>
          </w:p>
        </w:tc>
        <w:tc>
          <w:tcPr>
            <w:tcW w:w="11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79</w:t>
            </w:r>
          </w:p>
        </w:tc>
        <w:tc>
          <w:tcPr>
            <w:tcW w:w="184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47</w:t>
            </w:r>
          </w:p>
        </w:tc>
        <w:tc>
          <w:tcPr>
            <w:tcW w:w="178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63</w:t>
            </w:r>
          </w:p>
        </w:tc>
        <w:tc>
          <w:tcPr>
            <w:tcW w:w="184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0" w:type="dxa"/>
            <w:gridSpan w:val="2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总计</w:t>
            </w:r>
          </w:p>
        </w:tc>
        <w:tc>
          <w:tcPr>
            <w:tcW w:w="117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369</w:t>
            </w:r>
          </w:p>
        </w:tc>
        <w:tc>
          <w:tcPr>
            <w:tcW w:w="184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222</w:t>
            </w:r>
          </w:p>
        </w:tc>
        <w:tc>
          <w:tcPr>
            <w:tcW w:w="1785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295</w:t>
            </w:r>
          </w:p>
        </w:tc>
        <w:tc>
          <w:tcPr>
            <w:tcW w:w="184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369</w:t>
            </w:r>
          </w:p>
        </w:tc>
      </w:tr>
    </w:tbl>
    <w:p>
      <w:pPr>
        <w:numPr>
          <w:ilvl w:val="0"/>
          <w:numId w:val="0"/>
        </w:numPr>
        <w:rPr>
          <w:rFonts w:hint="eastAsia"/>
          <w:shd w:val="clear" w:color="auto" w:fil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236047"/>
    <w:rsid w:val="0104188A"/>
    <w:rsid w:val="051A4709"/>
    <w:rsid w:val="056C223E"/>
    <w:rsid w:val="089B0851"/>
    <w:rsid w:val="089F58A7"/>
    <w:rsid w:val="08A9771C"/>
    <w:rsid w:val="0AA20159"/>
    <w:rsid w:val="0C3C57E1"/>
    <w:rsid w:val="0EAD685C"/>
    <w:rsid w:val="0EB13FD0"/>
    <w:rsid w:val="0FA63BE7"/>
    <w:rsid w:val="1125325C"/>
    <w:rsid w:val="126C3193"/>
    <w:rsid w:val="130C2D3C"/>
    <w:rsid w:val="150164B1"/>
    <w:rsid w:val="150B10E1"/>
    <w:rsid w:val="16151949"/>
    <w:rsid w:val="16833233"/>
    <w:rsid w:val="172E177C"/>
    <w:rsid w:val="173951A5"/>
    <w:rsid w:val="174A7072"/>
    <w:rsid w:val="17AF0000"/>
    <w:rsid w:val="17F95D24"/>
    <w:rsid w:val="1C156821"/>
    <w:rsid w:val="1C5F2AB0"/>
    <w:rsid w:val="1D491BA8"/>
    <w:rsid w:val="1D4F46C8"/>
    <w:rsid w:val="1E34130F"/>
    <w:rsid w:val="1FD53E49"/>
    <w:rsid w:val="2348410F"/>
    <w:rsid w:val="23E56F33"/>
    <w:rsid w:val="23F23109"/>
    <w:rsid w:val="25026E58"/>
    <w:rsid w:val="25172AFF"/>
    <w:rsid w:val="25930E7D"/>
    <w:rsid w:val="25F43E44"/>
    <w:rsid w:val="26A82535"/>
    <w:rsid w:val="26EE6B45"/>
    <w:rsid w:val="27205E2E"/>
    <w:rsid w:val="288C3B06"/>
    <w:rsid w:val="2A383F02"/>
    <w:rsid w:val="2A483656"/>
    <w:rsid w:val="2BFA22FF"/>
    <w:rsid w:val="2EA068DA"/>
    <w:rsid w:val="2ECF116E"/>
    <w:rsid w:val="2F762AA8"/>
    <w:rsid w:val="31124A86"/>
    <w:rsid w:val="32BF4E3C"/>
    <w:rsid w:val="32F16077"/>
    <w:rsid w:val="35840320"/>
    <w:rsid w:val="366C0046"/>
    <w:rsid w:val="367F5222"/>
    <w:rsid w:val="37BC64B6"/>
    <w:rsid w:val="38215B12"/>
    <w:rsid w:val="387D54C2"/>
    <w:rsid w:val="38E401A3"/>
    <w:rsid w:val="3A6C0BF4"/>
    <w:rsid w:val="3AD675B1"/>
    <w:rsid w:val="3B6F43BC"/>
    <w:rsid w:val="3C922F46"/>
    <w:rsid w:val="3D1C703A"/>
    <w:rsid w:val="3D686A8B"/>
    <w:rsid w:val="3F952FC5"/>
    <w:rsid w:val="42D13869"/>
    <w:rsid w:val="43226190"/>
    <w:rsid w:val="433353F9"/>
    <w:rsid w:val="43880854"/>
    <w:rsid w:val="45D05D51"/>
    <w:rsid w:val="467B3ED2"/>
    <w:rsid w:val="468B4C55"/>
    <w:rsid w:val="46900F70"/>
    <w:rsid w:val="476628F6"/>
    <w:rsid w:val="480616F9"/>
    <w:rsid w:val="48C33A80"/>
    <w:rsid w:val="49E8253D"/>
    <w:rsid w:val="4A664EAD"/>
    <w:rsid w:val="4A744BCB"/>
    <w:rsid w:val="4B236047"/>
    <w:rsid w:val="4B4517FC"/>
    <w:rsid w:val="4B710778"/>
    <w:rsid w:val="4C6D3BDF"/>
    <w:rsid w:val="4CD221FC"/>
    <w:rsid w:val="4DD000A4"/>
    <w:rsid w:val="4DDA4B8F"/>
    <w:rsid w:val="4E1A7839"/>
    <w:rsid w:val="4E3A0375"/>
    <w:rsid w:val="4F3F6F7F"/>
    <w:rsid w:val="50A138AE"/>
    <w:rsid w:val="547B23BC"/>
    <w:rsid w:val="54C33756"/>
    <w:rsid w:val="551407E9"/>
    <w:rsid w:val="551E53BE"/>
    <w:rsid w:val="5593329C"/>
    <w:rsid w:val="56EA2C9F"/>
    <w:rsid w:val="57A10D2B"/>
    <w:rsid w:val="5810403E"/>
    <w:rsid w:val="593001DF"/>
    <w:rsid w:val="59404AB0"/>
    <w:rsid w:val="59F63CDE"/>
    <w:rsid w:val="5A031C99"/>
    <w:rsid w:val="5ACA3778"/>
    <w:rsid w:val="5B817257"/>
    <w:rsid w:val="5C632AC1"/>
    <w:rsid w:val="5CD25E2E"/>
    <w:rsid w:val="5D6D75A0"/>
    <w:rsid w:val="5EA61B55"/>
    <w:rsid w:val="617A7392"/>
    <w:rsid w:val="62524A16"/>
    <w:rsid w:val="62E2171E"/>
    <w:rsid w:val="64B949B3"/>
    <w:rsid w:val="67141BB3"/>
    <w:rsid w:val="67193843"/>
    <w:rsid w:val="67E73836"/>
    <w:rsid w:val="68043F11"/>
    <w:rsid w:val="68A910F7"/>
    <w:rsid w:val="6A1877AE"/>
    <w:rsid w:val="6A292A30"/>
    <w:rsid w:val="6D414095"/>
    <w:rsid w:val="6D535020"/>
    <w:rsid w:val="6DB94852"/>
    <w:rsid w:val="73F91321"/>
    <w:rsid w:val="743346B3"/>
    <w:rsid w:val="75394F72"/>
    <w:rsid w:val="75F23B75"/>
    <w:rsid w:val="799E5441"/>
    <w:rsid w:val="7B2C56E5"/>
    <w:rsid w:val="7C5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2018-04-15T12:57:00Z</dcterms:created>
  <dc:creator>Administrator</dc:creator>
  <cp:lastModifiedBy>石美玉</cp:lastModifiedBy>
  <cp:lastPrinted>2018-04-26T01:30:00Z</cp:lastPrinted>
  <dcterms:modified xsi:type="dcterms:W3CDTF">2018-08-07T07:09:03Z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